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054C4419" w:rsidR="00F862D6" w:rsidRPr="003E6B9A" w:rsidRDefault="008F1918" w:rsidP="00F31794">
            <w:pPr>
              <w:ind w:right="169"/>
            </w:pPr>
            <w:r w:rsidRPr="008F1918">
              <w:rPr>
                <w:rFonts w:ascii="Helvetica" w:hAnsi="Helvetica"/>
              </w:rPr>
              <w:t>8614/2024-SŽ-SSV-Ú3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2B72AB" w:rsidRDefault="00F862D6" w:rsidP="00D31450">
            <w:pPr>
              <w:ind w:right="169"/>
            </w:pPr>
            <w:r w:rsidRPr="002B72AB">
              <w:t>Listů/příloh</w:t>
            </w:r>
          </w:p>
        </w:tc>
        <w:tc>
          <w:tcPr>
            <w:tcW w:w="2552" w:type="dxa"/>
          </w:tcPr>
          <w:p w14:paraId="333CD487" w14:textId="00B4C5CE" w:rsidR="00F862D6" w:rsidRPr="002B72AB" w:rsidRDefault="002B72AB" w:rsidP="00D31450">
            <w:pPr>
              <w:ind w:right="169"/>
            </w:pPr>
            <w:r w:rsidRPr="002B72AB">
              <w:t>1</w:t>
            </w:r>
            <w:r w:rsidR="003E6B9A" w:rsidRPr="002B72AB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tc>
          <w:tcPr>
            <w:tcW w:w="2552" w:type="dxa"/>
          </w:tcPr>
          <w:p w14:paraId="60AF53E1" w14:textId="3780D3EA" w:rsidR="009A7568" w:rsidRPr="003E6B9A" w:rsidRDefault="00F616C7" w:rsidP="00D31450">
            <w:pPr>
              <w:ind w:right="169"/>
            </w:pPr>
            <w:bookmarkStart w:id="0" w:name="Datum"/>
            <w:r>
              <w:t>9</w:t>
            </w:r>
            <w:r w:rsidR="002B72AB">
              <w:t>. srpna 2024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A7C3300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8F1918">
        <w:rPr>
          <w:rFonts w:eastAsia="Calibri" w:cs="Times New Roman"/>
          <w:lang w:eastAsia="cs-CZ"/>
        </w:rPr>
        <w:t>13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1D8016B7" w:rsidR="0027712A" w:rsidRPr="008F1918" w:rsidRDefault="0027712A" w:rsidP="00074B1B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F191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8F1918" w:rsidRPr="008F1918">
        <w:rPr>
          <w:rFonts w:asciiTheme="majorHAnsi" w:eastAsia="Calibri" w:hAnsiTheme="majorHAnsi" w:cs="Times New Roman"/>
          <w:b/>
          <w:lang w:eastAsia="cs-CZ"/>
        </w:rPr>
        <w:t>2</w:t>
      </w:r>
      <w:r w:rsidR="00177A2D">
        <w:rPr>
          <w:rFonts w:asciiTheme="majorHAnsi" w:eastAsia="Calibri" w:hAnsiTheme="majorHAnsi" w:cs="Times New Roman"/>
          <w:b/>
          <w:lang w:eastAsia="cs-CZ"/>
        </w:rPr>
        <w:t>13</w:t>
      </w:r>
      <w:r w:rsidRPr="008F1918">
        <w:rPr>
          <w:rFonts w:asciiTheme="majorHAnsi" w:eastAsia="Calibri" w:hAnsiTheme="majorHAnsi" w:cs="Times New Roman"/>
          <w:b/>
          <w:lang w:eastAsia="cs-CZ"/>
        </w:rPr>
        <w:t>:</w:t>
      </w:r>
    </w:p>
    <w:p w14:paraId="467C3CFC" w14:textId="77777777" w:rsidR="00074B1B" w:rsidRPr="00074B1B" w:rsidRDefault="00074B1B" w:rsidP="00074B1B">
      <w:pPr>
        <w:spacing w:after="0"/>
        <w:rPr>
          <w:rFonts w:cs="Arial CE"/>
        </w:rPr>
      </w:pPr>
      <w:r w:rsidRPr="00074B1B">
        <w:rPr>
          <w:rFonts w:cs="Arial CE"/>
          <w:b/>
        </w:rPr>
        <w:t>SO 24-20-06</w:t>
      </w:r>
      <w:r w:rsidRPr="00074B1B">
        <w:rPr>
          <w:rFonts w:cs="Arial CE"/>
        </w:rPr>
        <w:t xml:space="preserve">, soupis prací, pol. 029R OSTATNÍ POŽADAVKY - měření geometrické polohy koleje během výstavby_DEN_299,000. </w:t>
      </w:r>
    </w:p>
    <w:p w14:paraId="273C5994" w14:textId="77777777" w:rsidR="00074B1B" w:rsidRPr="00074B1B" w:rsidRDefault="00074B1B" w:rsidP="00074B1B">
      <w:pPr>
        <w:spacing w:after="0"/>
        <w:rPr>
          <w:rFonts w:cs="Arial CE"/>
        </w:rPr>
      </w:pPr>
      <w:r w:rsidRPr="00074B1B">
        <w:rPr>
          <w:rFonts w:cs="Arial CE"/>
        </w:rPr>
        <w:t xml:space="preserve">Žádáme vysvětlení/upřesnění o jaké měření jde. Zda má v určeném počtu dní proběhnout měření měřícím vozem nebo tzv. krabem? </w:t>
      </w:r>
    </w:p>
    <w:p w14:paraId="681C5FF2" w14:textId="39B84702" w:rsidR="00016FA5" w:rsidRPr="00016FA5" w:rsidRDefault="00074B1B" w:rsidP="00074B1B">
      <w:pPr>
        <w:spacing w:after="0"/>
        <w:rPr>
          <w:rFonts w:cs="Arial CE"/>
        </w:rPr>
      </w:pPr>
      <w:r w:rsidRPr="00074B1B">
        <w:rPr>
          <w:rFonts w:cs="Arial CE"/>
        </w:rPr>
        <w:t>Proč je tato položka jen u tohoto mostu a ne u ostatních?</w:t>
      </w:r>
    </w:p>
    <w:p w14:paraId="1E4C61D2" w14:textId="77777777" w:rsidR="00A02302" w:rsidRPr="008F1918" w:rsidRDefault="00A02302" w:rsidP="008F191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4CA7D23" w14:textId="414C119C" w:rsidR="0027712A" w:rsidRPr="008F1918" w:rsidRDefault="0027712A" w:rsidP="008F1918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8F191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72F47DB" w14:textId="53FD1478" w:rsidR="0027712A" w:rsidRPr="002B72AB" w:rsidRDefault="00016FA5" w:rsidP="00016FA5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B72AB">
        <w:rPr>
          <w:rFonts w:asciiTheme="majorHAnsi" w:eastAsia="Times New Roman" w:hAnsiTheme="majorHAnsi" w:cs="Times New Roman"/>
          <w:lang w:eastAsia="cs-CZ"/>
        </w:rPr>
        <w:t>Po celou dobu stavební činnosti na mostě, kdy bude pažící konstrukce koleje plnit svoji funkci, bude sledována poloha provozované koleje v četnosti, která zajistí bezpečnost provozu. Způsob měření je na zhotoviteli.</w:t>
      </w:r>
    </w:p>
    <w:p w14:paraId="2F073023" w14:textId="4F4A03E8" w:rsidR="00016FA5" w:rsidRPr="002B72AB" w:rsidRDefault="00016FA5" w:rsidP="00016FA5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B72AB">
        <w:rPr>
          <w:rFonts w:asciiTheme="majorHAnsi" w:eastAsia="Times New Roman" w:hAnsiTheme="majorHAnsi" w:cs="Times New Roman"/>
          <w:lang w:eastAsia="cs-CZ"/>
        </w:rPr>
        <w:t>Položka je</w:t>
      </w:r>
      <w:r w:rsidR="00305372" w:rsidRPr="002B72AB">
        <w:rPr>
          <w:rFonts w:asciiTheme="majorHAnsi" w:eastAsia="Times New Roman" w:hAnsiTheme="majorHAnsi" w:cs="Times New Roman"/>
          <w:lang w:eastAsia="cs-CZ"/>
        </w:rPr>
        <w:t xml:space="preserve"> pouze</w:t>
      </w:r>
      <w:r w:rsidRPr="002B72AB">
        <w:rPr>
          <w:rFonts w:asciiTheme="majorHAnsi" w:eastAsia="Times New Roman" w:hAnsiTheme="majorHAnsi" w:cs="Times New Roman"/>
          <w:lang w:eastAsia="cs-CZ"/>
        </w:rPr>
        <w:t xml:space="preserve"> u tohoto mostu z důvodu, že nosná konstrukce mostu není přístupná v celé jeho délce a nelze tak zkontrolovat jeho stav. Je proto nutné během odbourávání částí nosné konstrukce sledovat, zda nedochází k posunům provozovaných kolejí tak, aby byla zajištěna bezpečnost provozu.</w:t>
      </w:r>
    </w:p>
    <w:p w14:paraId="7F8D44A0" w14:textId="1BE499D7" w:rsidR="0027712A" w:rsidRPr="008F1918" w:rsidRDefault="0027712A" w:rsidP="008F1918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15C4075" w14:textId="77777777" w:rsidR="002B72AB" w:rsidRDefault="002B72AB" w:rsidP="002B72A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9B5B9ED" w14:textId="31E460A4" w:rsidR="00664163" w:rsidRPr="00C87717" w:rsidRDefault="00664163" w:rsidP="002B72A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D7DDE8" w14:textId="6707D0DB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3F53F83" w:rsidR="00664163" w:rsidRPr="002B72A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72AB">
        <w:rPr>
          <w:rFonts w:eastAsia="Calibri" w:cs="Times New Roman"/>
          <w:lang w:eastAsia="cs-CZ"/>
        </w:rPr>
        <w:t xml:space="preserve">V Olomouci dne </w:t>
      </w:r>
      <w:r w:rsidR="00F616C7">
        <w:rPr>
          <w:rFonts w:eastAsia="Calibri" w:cs="Times New Roman"/>
          <w:lang w:eastAsia="cs-CZ"/>
        </w:rPr>
        <w:t>9</w:t>
      </w:r>
      <w:bookmarkStart w:id="1" w:name="_GoBack"/>
      <w:bookmarkEnd w:id="1"/>
      <w:r w:rsidR="002B72AB" w:rsidRPr="002B72AB">
        <w:rPr>
          <w:rFonts w:eastAsia="Calibri" w:cs="Times New Roman"/>
          <w:lang w:eastAsia="cs-CZ"/>
        </w:rPr>
        <w:t>. 8. 2024</w:t>
      </w:r>
    </w:p>
    <w:p w14:paraId="6F75BA64" w14:textId="77777777" w:rsidR="00664163" w:rsidRPr="002B72A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B72A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B72A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B72A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2B72A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2B72AB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72AB">
        <w:rPr>
          <w:rFonts w:eastAsia="Times New Roman" w:cs="Times New Roman"/>
          <w:b/>
          <w:bCs/>
          <w:lang w:eastAsia="cs-CZ"/>
        </w:rPr>
        <w:t>Ing. Miroslav Bocák</w:t>
      </w:r>
      <w:r w:rsidRPr="002B72AB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2B72A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B72AB">
        <w:rPr>
          <w:rFonts w:eastAsia="Times New Roman" w:cs="Times New Roman"/>
          <w:lang w:eastAsia="cs-CZ"/>
        </w:rPr>
        <w:t>ředitel organizační jednotky</w:t>
      </w:r>
      <w:r w:rsidRPr="002B72AB">
        <w:rPr>
          <w:rFonts w:eastAsia="Times New Roman" w:cs="Times New Roman"/>
          <w:lang w:eastAsia="cs-CZ"/>
        </w:rPr>
        <w:tab/>
      </w:r>
    </w:p>
    <w:p w14:paraId="5DEDC136" w14:textId="77777777" w:rsidR="00664163" w:rsidRPr="002B72A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B72AB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2B72AB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41810" w14:textId="77777777" w:rsidR="001762FE" w:rsidRDefault="001762FE" w:rsidP="00962258">
      <w:pPr>
        <w:spacing w:after="0" w:line="240" w:lineRule="auto"/>
      </w:pPr>
      <w:r>
        <w:separator/>
      </w:r>
    </w:p>
  </w:endnote>
  <w:endnote w:type="continuationSeparator" w:id="0">
    <w:p w14:paraId="51904F00" w14:textId="77777777" w:rsidR="001762FE" w:rsidRDefault="001762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6DE3FCCF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37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37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10F07A8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3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37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EFCB3" w14:textId="77777777" w:rsidR="001762FE" w:rsidRDefault="001762FE" w:rsidP="00962258">
      <w:pPr>
        <w:spacing w:after="0" w:line="240" w:lineRule="auto"/>
      </w:pPr>
      <w:r>
        <w:separator/>
      </w:r>
    </w:p>
  </w:footnote>
  <w:footnote w:type="continuationSeparator" w:id="0">
    <w:p w14:paraId="50A5F70F" w14:textId="77777777" w:rsidR="001762FE" w:rsidRDefault="001762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F41CF6"/>
    <w:multiLevelType w:val="hybridMultilevel"/>
    <w:tmpl w:val="A3EACCE6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13633"/>
    <w:multiLevelType w:val="hybridMultilevel"/>
    <w:tmpl w:val="0C324120"/>
    <w:lvl w:ilvl="0" w:tplc="DE68E3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97FFD"/>
    <w:multiLevelType w:val="hybridMultilevel"/>
    <w:tmpl w:val="CC36AF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1"/>
  </w:num>
  <w:num w:numId="3">
    <w:abstractNumId w:val="8"/>
  </w:num>
  <w:num w:numId="4">
    <w:abstractNumId w:val="12"/>
  </w:num>
  <w:num w:numId="5">
    <w:abstractNumId w:val="0"/>
  </w:num>
  <w:num w:numId="6">
    <w:abstractNumId w:val="10"/>
  </w:num>
  <w:num w:numId="7">
    <w:abstractNumId w:val="9"/>
  </w:num>
  <w:num w:numId="8">
    <w:abstractNumId w:val="11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6FA5"/>
    <w:rsid w:val="00033432"/>
    <w:rsid w:val="000335CC"/>
    <w:rsid w:val="00072C1E"/>
    <w:rsid w:val="00074B1B"/>
    <w:rsid w:val="000B3A82"/>
    <w:rsid w:val="000B6C7E"/>
    <w:rsid w:val="000B7907"/>
    <w:rsid w:val="000C0429"/>
    <w:rsid w:val="000C45E8"/>
    <w:rsid w:val="000E04AD"/>
    <w:rsid w:val="00114472"/>
    <w:rsid w:val="00126E93"/>
    <w:rsid w:val="00170EC5"/>
    <w:rsid w:val="001747C1"/>
    <w:rsid w:val="001762FE"/>
    <w:rsid w:val="00177A2D"/>
    <w:rsid w:val="0018596A"/>
    <w:rsid w:val="001B69C2"/>
    <w:rsid w:val="001C4DA0"/>
    <w:rsid w:val="00207DF5"/>
    <w:rsid w:val="00267369"/>
    <w:rsid w:val="0026785D"/>
    <w:rsid w:val="0027712A"/>
    <w:rsid w:val="00296D39"/>
    <w:rsid w:val="002A59FE"/>
    <w:rsid w:val="002B72AB"/>
    <w:rsid w:val="002C31BF"/>
    <w:rsid w:val="002E0CD7"/>
    <w:rsid w:val="002F026B"/>
    <w:rsid w:val="00305372"/>
    <w:rsid w:val="00335122"/>
    <w:rsid w:val="00357BC6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8F1918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2302"/>
    <w:rsid w:val="00A0337D"/>
    <w:rsid w:val="00A44328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060C"/>
    <w:rsid w:val="00CE0943"/>
    <w:rsid w:val="00CE371D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22A4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45607"/>
    <w:rsid w:val="00F616C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7552C-69BB-48EA-8B00-D5D3665BC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5</cp:revision>
  <cp:lastPrinted>2024-08-09T11:33:00Z</cp:lastPrinted>
  <dcterms:created xsi:type="dcterms:W3CDTF">2024-08-09T07:46:00Z</dcterms:created>
  <dcterms:modified xsi:type="dcterms:W3CDTF">2024-08-09T11:37:00Z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